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2441FEBD" w:rsidR="00D22628" w:rsidRPr="00EF257B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77777777" w:rsidR="00252D45" w:rsidRPr="00490F9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Planned period of the teaching</w:t>
      </w:r>
      <w:r w:rsidRPr="00490F95">
        <w:rPr>
          <w:rFonts w:ascii="Verdana" w:hAnsi="Verdana" w:cs="Calibri"/>
          <w:color w:val="FF0000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 xml:space="preserve">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D999A8E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41C7440C" w14:textId="77777777"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7777777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DE73324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EF257B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EF257B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77777777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449715A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8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6FF9ADC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3C941FDC" w14:textId="6B57A34A" w:rsidR="00AA696D" w:rsidRPr="002F549E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39A1B941" w14:textId="40CBC684" w:rsidR="009F5B61" w:rsidRPr="002F549E" w:rsidRDefault="009F5B61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F549E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F549E">
        <w:rPr>
          <w:rFonts w:ascii="Verdana" w:hAnsi="Verdana"/>
          <w:sz w:val="16"/>
          <w:szCs w:val="16"/>
          <w:lang w:val="en-GB"/>
        </w:rPr>
        <w:t xml:space="preserve">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14:paraId="5923D6CA" w14:textId="4F12E9CC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6">
    <w:p w14:paraId="56E93A69" w14:textId="6592F2E0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14:paraId="70AAE2E3" w14:textId="538EC549" w:rsidR="00153B61" w:rsidRPr="004208DA" w:rsidRDefault="00153B61" w:rsidP="00B223B0">
      <w:pPr>
        <w:pStyle w:val="EndnoteText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can be provided electronically or through any other means accessible to the </w:t>
      </w:r>
      <w:r w:rsidR="00131D6D">
        <w:rPr>
          <w:rFonts w:ascii="Verdana" w:hAnsi="Verdana" w:cs="Calibri"/>
          <w:sz w:val="16"/>
          <w:szCs w:val="16"/>
          <w:lang w:val="en-GB"/>
        </w:rPr>
        <w:t>staff member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 and the </w:t>
      </w:r>
      <w:r w:rsidR="00131D6D">
        <w:rPr>
          <w:rFonts w:ascii="Verdana" w:hAnsi="Verdana" w:cs="Calibri"/>
          <w:sz w:val="16"/>
          <w:szCs w:val="16"/>
          <w:lang w:val="en-GB"/>
        </w:rPr>
        <w:t>s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ending </w:t>
      </w:r>
      <w:r w:rsidR="00131D6D">
        <w:rPr>
          <w:rFonts w:ascii="Verdana" w:hAnsi="Verdana" w:cs="Calibri"/>
          <w:sz w:val="16"/>
          <w:szCs w:val="16"/>
          <w:lang w:val="en-GB"/>
        </w:rPr>
        <w:t>i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>nstitution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7A0C606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25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9" w14:textId="1223F028" w:rsidR="00B6735A" w:rsidRPr="00B6735A" w:rsidRDefault="00B6735A">
    <w:pPr>
      <w:rPr>
        <w:rFonts w:ascii="Arial Narrow" w:hAnsi="Arial Narrow"/>
        <w:sz w:val="18"/>
        <w:szCs w:val="18"/>
        <w:lang w:val="en-GB"/>
      </w:rPr>
    </w:pPr>
    <w:r w:rsidRPr="00B6735A">
      <w:rPr>
        <w:rFonts w:ascii="Arial Narrow" w:hAnsi="Arial Narrow"/>
        <w:sz w:val="18"/>
        <w:szCs w:val="18"/>
        <w:lang w:val="en-GB"/>
      </w:rPr>
      <w:t>GfNA</w:t>
    </w:r>
    <w:r w:rsidR="001A4319">
      <w:rPr>
        <w:rFonts w:ascii="Arial Narrow" w:hAnsi="Arial Narrow"/>
        <w:sz w:val="18"/>
        <w:szCs w:val="18"/>
        <w:lang w:val="en-GB"/>
      </w:rPr>
      <w:t>-II</w:t>
    </w:r>
    <w:r w:rsidR="00F64F47">
      <w:rPr>
        <w:rFonts w:ascii="Arial Narrow" w:hAnsi="Arial Narrow"/>
        <w:sz w:val="18"/>
        <w:szCs w:val="18"/>
        <w:lang w:val="en-GB"/>
      </w:rPr>
      <w:t>.7</w:t>
    </w:r>
    <w:r w:rsidR="001A4319">
      <w:rPr>
        <w:rFonts w:ascii="Arial Narrow" w:hAnsi="Arial Narrow"/>
        <w:sz w:val="18"/>
        <w:szCs w:val="18"/>
        <w:lang w:val="en-GB"/>
      </w:rPr>
      <w:t>-C-Annex</w:t>
    </w:r>
    <w:r w:rsidRPr="00B6735A">
      <w:rPr>
        <w:rFonts w:ascii="Arial Narrow" w:hAnsi="Arial Narrow"/>
        <w:sz w:val="18"/>
        <w:szCs w:val="18"/>
        <w:lang w:val="en-GB"/>
      </w:rPr>
      <w:t>-Erasmus+ HE</w:t>
    </w:r>
    <w:r w:rsidR="001A4319">
      <w:rPr>
        <w:rFonts w:ascii="Arial Narrow" w:hAnsi="Arial Narrow"/>
        <w:sz w:val="18"/>
        <w:szCs w:val="18"/>
        <w:lang w:val="en-GB"/>
      </w:rPr>
      <w:t xml:space="preserve"> Staff</w:t>
    </w:r>
    <w:r w:rsidRPr="00B6735A">
      <w:rPr>
        <w:rFonts w:ascii="Arial Narrow" w:hAnsi="Arial Narrow"/>
        <w:sz w:val="18"/>
        <w:szCs w:val="18"/>
        <w:lang w:val="en-GB"/>
      </w:rPr>
      <w:t xml:space="preserve"> Mobility </w:t>
    </w:r>
    <w:r w:rsidR="001A4319">
      <w:rPr>
        <w:rFonts w:ascii="Arial Narrow" w:hAnsi="Arial Narrow"/>
        <w:sz w:val="18"/>
        <w:szCs w:val="18"/>
        <w:lang w:val="en-GB"/>
      </w:rPr>
      <w:t>A</w:t>
    </w:r>
    <w:r w:rsidRPr="00B6735A">
      <w:rPr>
        <w:rFonts w:ascii="Arial Narrow" w:hAnsi="Arial Narrow"/>
        <w:sz w:val="18"/>
        <w:szCs w:val="18"/>
        <w:lang w:val="en-GB"/>
      </w:rPr>
      <w:t xml:space="preserve">greement </w:t>
    </w:r>
    <w:r w:rsidR="008674B4">
      <w:rPr>
        <w:rFonts w:ascii="Arial Narrow" w:hAnsi="Arial Narrow"/>
        <w:sz w:val="18"/>
        <w:szCs w:val="18"/>
        <w:lang w:val="en-GB"/>
      </w:rPr>
      <w:t xml:space="preserve">for </w:t>
    </w:r>
    <w:r w:rsidRPr="00B6735A">
      <w:rPr>
        <w:rFonts w:ascii="Arial Narrow" w:hAnsi="Arial Narrow"/>
        <w:sz w:val="18"/>
        <w:szCs w:val="18"/>
        <w:lang w:val="en-GB"/>
      </w:rPr>
      <w:t>teaching –</w:t>
    </w:r>
    <w:r w:rsidR="007577D1">
      <w:rPr>
        <w:rFonts w:ascii="Arial Narrow" w:hAnsi="Arial Narrow"/>
        <w:sz w:val="18"/>
        <w:szCs w:val="18"/>
        <w:lang w:val="en-GB"/>
      </w:rPr>
      <w:t xml:space="preserve"> </w:t>
    </w:r>
    <w:r w:rsidR="00F64F47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77777777"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56E93A62" wp14:editId="56E93A63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E93A6D" w14:textId="4CD86741"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2D12F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  <w:p w14:paraId="56E93A6E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6E93A6F" w14:textId="77777777"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14:paraId="56E93A70" w14:textId="77777777"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6E93A64" wp14:editId="56E93A6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77777777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77777777"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6E939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74B0E-50DB-46DA-A69E-4E278AAC3007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0e52a87e-fa0e-4867-9149-5c43122db7fb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F44E352-C477-48F3-AEC3-6BED30B5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0</TotalTime>
  <Pages>3</Pages>
  <Words>408</Words>
  <Characters>2534</Characters>
  <Application>Microsoft Office Word</Application>
  <DocSecurity>0</DocSecurity>
  <PresentationFormat>Microsoft Word 11.0</PresentationFormat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2937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DG EAC</cp:lastModifiedBy>
  <cp:revision>2</cp:revision>
  <cp:lastPrinted>2013-11-06T08:46:00Z</cp:lastPrinted>
  <dcterms:created xsi:type="dcterms:W3CDTF">2016-03-09T11:11:00Z</dcterms:created>
  <dcterms:modified xsi:type="dcterms:W3CDTF">2016-03-09T11:11:00Z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