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1C5" w:rsidRPr="0037729D" w:rsidRDefault="002D71C5" w:rsidP="005976E5">
      <w:pPr>
        <w:spacing w:after="120" w:line="240" w:lineRule="auto"/>
        <w:jc w:val="center"/>
        <w:rPr>
          <w:rFonts w:ascii="Verdana" w:eastAsia="Times New Roman" w:hAnsi="Verdana" w:cs="Arial"/>
          <w:b/>
          <w:color w:val="002060"/>
          <w:sz w:val="36"/>
          <w:szCs w:val="36"/>
        </w:rPr>
      </w:pPr>
      <w:bookmarkStart w:id="0" w:name="_GoBack"/>
      <w:bookmarkEnd w:id="0"/>
      <w:r w:rsidRPr="0037729D">
        <w:rPr>
          <w:rFonts w:ascii="Verdana" w:eastAsia="Times New Roman" w:hAnsi="Verdana" w:cs="Arial"/>
          <w:b/>
          <w:color w:val="002060"/>
          <w:sz w:val="36"/>
          <w:szCs w:val="36"/>
        </w:rPr>
        <w:t>ACUERDO DE MOVILIDAD</w:t>
      </w:r>
    </w:p>
    <w:p w:rsidR="00BB6734" w:rsidRPr="0037729D" w:rsidRDefault="00BB6734" w:rsidP="005976E5">
      <w:pPr>
        <w:spacing w:after="120" w:line="240" w:lineRule="auto"/>
        <w:jc w:val="center"/>
        <w:rPr>
          <w:rFonts w:ascii="Verdana" w:eastAsia="Times New Roman" w:hAnsi="Verdana" w:cs="Arial"/>
          <w:b/>
          <w:color w:val="002060"/>
          <w:sz w:val="36"/>
          <w:szCs w:val="36"/>
        </w:rPr>
      </w:pPr>
      <w:r w:rsidRPr="0037729D">
        <w:rPr>
          <w:rFonts w:ascii="Verdana" w:eastAsia="Times New Roman" w:hAnsi="Verdana" w:cs="Arial"/>
          <w:b/>
          <w:color w:val="002060"/>
          <w:sz w:val="36"/>
          <w:szCs w:val="36"/>
        </w:rPr>
        <w:t>MOVILIDAD DE PERSONAL PARA FORMACIÓN</w:t>
      </w:r>
      <w:r w:rsidRPr="0037729D">
        <w:rPr>
          <w:rFonts w:ascii="Verdana" w:eastAsia="Times New Roman" w:hAnsi="Verdana" w:cs="Arial"/>
          <w:b/>
          <w:color w:val="002060"/>
          <w:sz w:val="36"/>
          <w:szCs w:val="36"/>
          <w:vertAlign w:val="superscript"/>
          <w:lang w:val="en-GB"/>
        </w:rPr>
        <w:endnoteReference w:id="1"/>
      </w:r>
    </w:p>
    <w:p w:rsidR="00BB6734" w:rsidRPr="0037729D" w:rsidRDefault="00BB6734" w:rsidP="005976E5">
      <w:pPr>
        <w:spacing w:after="120" w:line="240" w:lineRule="auto"/>
        <w:ind w:right="-992"/>
        <w:rPr>
          <w:rFonts w:ascii="Verdana" w:eastAsia="Times New Roman" w:hAnsi="Verdana" w:cs="Calibri"/>
          <w:sz w:val="20"/>
          <w:szCs w:val="20"/>
        </w:rPr>
      </w:pPr>
      <w:r w:rsidRPr="0037729D">
        <w:rPr>
          <w:rFonts w:ascii="Verdana" w:eastAsia="Times New Roman" w:hAnsi="Verdana" w:cs="Calibri"/>
          <w:sz w:val="20"/>
          <w:szCs w:val="20"/>
        </w:rPr>
        <w:t xml:space="preserve">Fechas previstas para la actividad </w:t>
      </w:r>
      <w:r w:rsidR="00FB7122" w:rsidRPr="0037729D">
        <w:rPr>
          <w:rFonts w:ascii="Verdana" w:eastAsia="Times New Roman" w:hAnsi="Verdana" w:cs="Calibri"/>
          <w:sz w:val="20"/>
          <w:szCs w:val="20"/>
        </w:rPr>
        <w:t>de formación</w:t>
      </w:r>
      <w:r w:rsidRPr="0037729D">
        <w:rPr>
          <w:rFonts w:ascii="Verdana" w:eastAsia="Times New Roman" w:hAnsi="Verdana" w:cs="Calibri"/>
          <w:sz w:val="20"/>
          <w:szCs w:val="20"/>
        </w:rPr>
        <w:t xml:space="preserve">: de </w:t>
      </w:r>
      <w:r w:rsidRPr="0037729D">
        <w:rPr>
          <w:rFonts w:ascii="Verdana" w:eastAsia="Times New Roman" w:hAnsi="Verdana" w:cs="Calibri"/>
          <w:i/>
          <w:sz w:val="20"/>
          <w:szCs w:val="20"/>
        </w:rPr>
        <w:t>[día/mes/año]</w:t>
      </w:r>
      <w:r w:rsidRPr="0037729D">
        <w:rPr>
          <w:rFonts w:ascii="Verdana" w:eastAsia="Times New Roman" w:hAnsi="Verdana" w:cs="Calibri"/>
          <w:sz w:val="20"/>
          <w:szCs w:val="20"/>
        </w:rPr>
        <w:tab/>
        <w:t xml:space="preserve">a </w:t>
      </w:r>
      <w:r w:rsidRPr="0037729D">
        <w:rPr>
          <w:rFonts w:ascii="Verdana" w:eastAsia="Times New Roman" w:hAnsi="Verdana" w:cs="Calibri"/>
          <w:i/>
          <w:sz w:val="20"/>
          <w:szCs w:val="20"/>
        </w:rPr>
        <w:t>[día/mes/año]</w:t>
      </w:r>
    </w:p>
    <w:p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</w:rPr>
      </w:pPr>
      <w:r w:rsidRPr="0037729D">
        <w:rPr>
          <w:rFonts w:ascii="Verdana" w:eastAsia="Times New Roman" w:hAnsi="Verdana" w:cs="Calibri"/>
          <w:sz w:val="24"/>
          <w:szCs w:val="20"/>
        </w:rPr>
        <w:t xml:space="preserve">Duración (en días) – excluyendo días de viaje: </w:t>
      </w:r>
    </w:p>
    <w:p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</w:pPr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Miembro del personal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BB6734" w:rsidRPr="0037729D" w:rsidTr="00BB62DC">
        <w:trPr>
          <w:trHeight w:val="334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is-IS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is-IS"/>
              </w:rPr>
              <w:t xml:space="preserve">Apellidos </w:t>
            </w: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37729D" w:rsidTr="00BB62DC">
        <w:trPr>
          <w:trHeight w:val="412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Antigüedad</w:t>
            </w:r>
            <w:r w:rsidRPr="0037729D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Nacionalidad</w:t>
            </w:r>
            <w:r w:rsidRPr="0037729D">
              <w:rPr>
                <w:rFonts w:ascii="Verdana" w:eastAsia="Times New Roman" w:hAnsi="Verdana" w:cs="Calibri"/>
                <w:sz w:val="20"/>
                <w:szCs w:val="20"/>
                <w:vertAlign w:val="superscript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val="en-GB"/>
              </w:rPr>
            </w:pPr>
          </w:p>
        </w:tc>
      </w:tr>
      <w:tr w:rsidR="00BB6734" w:rsidRPr="0037729D" w:rsidTr="00BB62DC"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 xml:space="preserve">Género </w:t>
            </w:r>
            <w:r w:rsidRPr="0037729D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[</w:t>
            </w:r>
            <w:r w:rsidRPr="0037729D">
              <w:rPr>
                <w:rFonts w:ascii="Verdana" w:eastAsia="Times New Roman" w:hAnsi="Verdana" w:cs="Calibri"/>
                <w:i/>
                <w:sz w:val="20"/>
                <w:szCs w:val="20"/>
                <w:lang w:val="en-GB"/>
              </w:rPr>
              <w:t>M</w:t>
            </w:r>
            <w:r w:rsidR="001850A9">
              <w:rPr>
                <w:rFonts w:ascii="Verdana" w:eastAsia="Times New Roman" w:hAnsi="Verdana" w:cs="Calibri"/>
                <w:i/>
                <w:sz w:val="20"/>
                <w:szCs w:val="20"/>
                <w:lang w:val="en-GB"/>
              </w:rPr>
              <w:t>asculino</w:t>
            </w:r>
            <w:r w:rsidRPr="0037729D">
              <w:rPr>
                <w:rFonts w:ascii="Verdana" w:eastAsia="Times New Roman" w:hAnsi="Verdana" w:cs="Calibri"/>
                <w:i/>
                <w:sz w:val="20"/>
                <w:szCs w:val="20"/>
                <w:lang w:val="en-GB"/>
              </w:rPr>
              <w:t>/</w:t>
            </w:r>
            <w:r w:rsidR="001850A9">
              <w:rPr>
                <w:rFonts w:ascii="Verdana" w:eastAsia="Times New Roman" w:hAnsi="Verdana" w:cs="Calibri"/>
                <w:i/>
                <w:sz w:val="20"/>
                <w:szCs w:val="20"/>
                <w:lang w:val="en-GB"/>
              </w:rPr>
              <w:br/>
            </w:r>
            <w:r w:rsidRPr="0037729D">
              <w:rPr>
                <w:rFonts w:ascii="Verdana" w:eastAsia="Times New Roman" w:hAnsi="Verdana" w:cs="Calibri"/>
                <w:i/>
                <w:sz w:val="20"/>
                <w:szCs w:val="20"/>
                <w:lang w:val="en-GB"/>
              </w:rPr>
              <w:t>F</w:t>
            </w:r>
            <w:r w:rsidR="001850A9">
              <w:rPr>
                <w:rFonts w:ascii="Verdana" w:eastAsia="Times New Roman" w:hAnsi="Verdana" w:cs="Calibri"/>
                <w:i/>
                <w:sz w:val="20"/>
                <w:szCs w:val="20"/>
                <w:lang w:val="en-GB"/>
              </w:rPr>
              <w:t>emenino/</w:t>
            </w:r>
            <w:r w:rsidR="001850A9">
              <w:rPr>
                <w:rFonts w:ascii="Verdana" w:eastAsia="Times New Roman" w:hAnsi="Verdana" w:cs="Calibri"/>
                <w:i/>
                <w:sz w:val="20"/>
                <w:szCs w:val="20"/>
                <w:lang w:val="en-GB"/>
              </w:rPr>
              <w:br/>
              <w:t>No definido</w:t>
            </w:r>
            <w:r w:rsidRPr="0037729D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Curso académico</w:t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  <w:t>20../20..</w:t>
            </w:r>
          </w:p>
        </w:tc>
      </w:tr>
      <w:tr w:rsidR="00BB6734" w:rsidRPr="0037729D" w:rsidTr="005976E5">
        <w:trPr>
          <w:trHeight w:val="288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Correo electrónico</w:t>
            </w:r>
          </w:p>
        </w:tc>
        <w:tc>
          <w:tcPr>
            <w:tcW w:w="6696" w:type="dxa"/>
            <w:gridSpan w:val="3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</w:tbl>
    <w:p w:rsidR="00BB6734" w:rsidRPr="0037729D" w:rsidRDefault="00BB6734" w:rsidP="00BB6734">
      <w:pPr>
        <w:spacing w:after="0" w:line="240" w:lineRule="auto"/>
        <w:ind w:right="-992"/>
        <w:rPr>
          <w:rFonts w:ascii="Verdana" w:eastAsia="Times New Roman" w:hAnsi="Verdana" w:cs="Arial"/>
          <w:b/>
          <w:color w:val="002060"/>
          <w:sz w:val="16"/>
          <w:szCs w:val="16"/>
          <w:lang w:val="en-GB"/>
        </w:rPr>
      </w:pPr>
    </w:p>
    <w:p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</w:pPr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Institución de envío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BB6734" w:rsidRPr="0037729D" w:rsidTr="00BB62DC">
        <w:trPr>
          <w:trHeight w:val="371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</w:p>
        </w:tc>
        <w:tc>
          <w:tcPr>
            <w:tcW w:w="2271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is-IS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Facultad / 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</w:rPr>
              <w:br/>
            </w: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Departamento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both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</w:tr>
      <w:tr w:rsidR="00BB6734" w:rsidRPr="0037729D" w:rsidTr="005976E5">
        <w:trPr>
          <w:trHeight w:val="540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Código Erasmus</w:t>
            </w:r>
            <w:r w:rsidRPr="0037729D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4"/>
            </w: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</w:p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  <w:r w:rsidRPr="0037729D">
              <w:rPr>
                <w:rFonts w:ascii="Verdana" w:eastAsia="Times New Roman" w:hAnsi="Verdana" w:cs="Arial"/>
                <w:sz w:val="16"/>
                <w:szCs w:val="16"/>
              </w:rPr>
              <w:t xml:space="preserve"> (si procede)</w:t>
            </w:r>
          </w:p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 w:rsidDel="00E74C82">
              <w:rPr>
                <w:rFonts w:ascii="Verdana" w:eastAsia="Times New Roman" w:hAnsi="Verdana" w:cs="Arial"/>
                <w:sz w:val="16"/>
                <w:szCs w:val="16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</w:tr>
      <w:tr w:rsidR="00BB6734" w:rsidRPr="0037729D" w:rsidTr="00BB62DC">
        <w:trPr>
          <w:trHeight w:val="559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Dirección</w:t>
            </w:r>
          </w:p>
        </w:tc>
        <w:tc>
          <w:tcPr>
            <w:tcW w:w="2271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País</w:t>
            </w:r>
          </w:p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Código del país</w:t>
            </w:r>
            <w:r w:rsidRPr="0037729D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</w:p>
        </w:tc>
      </w:tr>
      <w:tr w:rsidR="00BB6734" w:rsidRPr="0037729D" w:rsidTr="005976E5">
        <w:trPr>
          <w:trHeight w:val="828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Persona de contacto</w:t>
            </w:r>
          </w:p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Nombre y cargo</w:t>
            </w:r>
          </w:p>
        </w:tc>
        <w:tc>
          <w:tcPr>
            <w:tcW w:w="2271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Persona de contacto</w:t>
            </w:r>
          </w:p>
          <w:p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Correo electrónico /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br/>
            </w: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teléfono </w:t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</w:p>
        </w:tc>
      </w:tr>
    </w:tbl>
    <w:p w:rsidR="00BB6734" w:rsidRPr="0037729D" w:rsidRDefault="00BB6734" w:rsidP="00BB6734">
      <w:pPr>
        <w:spacing w:after="0" w:line="240" w:lineRule="auto"/>
        <w:ind w:right="-992"/>
        <w:rPr>
          <w:rFonts w:ascii="Verdana" w:eastAsia="Times New Roman" w:hAnsi="Verdana" w:cs="Arial"/>
          <w:b/>
          <w:color w:val="002060"/>
          <w:sz w:val="16"/>
          <w:szCs w:val="16"/>
          <w:lang w:val="fr-BE"/>
        </w:rPr>
      </w:pPr>
    </w:p>
    <w:p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</w:rPr>
      </w:pPr>
      <w:r w:rsidRPr="0037729D">
        <w:rPr>
          <w:rFonts w:ascii="Verdana" w:eastAsia="Times New Roman" w:hAnsi="Verdana" w:cs="Arial"/>
          <w:b/>
          <w:color w:val="002060"/>
          <w:sz w:val="24"/>
          <w:szCs w:val="24"/>
        </w:rPr>
        <w:t>La institución / empresa de acogida</w:t>
      </w:r>
      <w:r w:rsidRPr="0037729D">
        <w:rPr>
          <w:rFonts w:ascii="Verdana" w:eastAsia="Times New Roman" w:hAnsi="Verdana" w:cs="Arial"/>
          <w:b/>
          <w:color w:val="002060"/>
          <w:sz w:val="24"/>
          <w:szCs w:val="24"/>
          <w:vertAlign w:val="superscript"/>
          <w:lang w:val="en-GB"/>
        </w:rPr>
        <w:endnoteReference w:id="6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BB6734" w:rsidRPr="0037729D" w:rsidTr="00BB62DC">
        <w:trPr>
          <w:trHeight w:val="371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</w:p>
        </w:tc>
        <w:tc>
          <w:tcPr>
            <w:tcW w:w="6696" w:type="dxa"/>
            <w:gridSpan w:val="3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37729D" w:rsidTr="005976E5">
        <w:trPr>
          <w:trHeight w:val="636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Código Erasmus </w:t>
            </w:r>
          </w:p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 xml:space="preserve"> (si procede)</w:t>
            </w:r>
          </w:p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 xml:space="preserve">Facultad/ 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br/>
            </w: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Departamento</w:t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37729D" w:rsidTr="00BB62DC">
        <w:trPr>
          <w:trHeight w:val="559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Dirección</w:t>
            </w: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País</w:t>
            </w:r>
          </w:p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Código del país</w:t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</w:p>
        </w:tc>
      </w:tr>
      <w:tr w:rsidR="00BB6734" w:rsidRPr="0037729D" w:rsidTr="00BB62DC"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Persona de contacto</w:t>
            </w:r>
          </w:p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Nombre y cargo</w:t>
            </w: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Persona de contacto</w:t>
            </w:r>
          </w:p>
          <w:p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Correo electrónico /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br/>
            </w: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teléfono</w:t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</w:p>
        </w:tc>
      </w:tr>
      <w:tr w:rsidR="00BB6734" w:rsidRPr="0037729D" w:rsidTr="005976E5">
        <w:trPr>
          <w:trHeight w:val="643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Tamaño de la </w:t>
            </w:r>
          </w:p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empresa </w:t>
            </w:r>
          </w:p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  <w:r w:rsidRPr="0037729D">
              <w:rPr>
                <w:rFonts w:ascii="Verdana" w:eastAsia="Times New Roman" w:hAnsi="Verdana" w:cs="Arial"/>
                <w:sz w:val="16"/>
                <w:szCs w:val="16"/>
              </w:rPr>
              <w:t xml:space="preserve"> (si procede)</w:t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CE3280" w:rsidP="00BB62DC">
            <w:pPr>
              <w:spacing w:after="120" w:line="240" w:lineRule="auto"/>
              <w:ind w:right="-992"/>
              <w:rPr>
                <w:rFonts w:ascii="Verdana" w:eastAsia="Times New Roman" w:hAnsi="Verdana" w:cs="Arial"/>
                <w:sz w:val="16"/>
                <w:szCs w:val="16"/>
              </w:rPr>
            </w:pPr>
            <w:sdt>
              <w:sdtPr>
                <w:rPr>
                  <w:rFonts w:ascii="Verdana" w:eastAsia="Times New Roman" w:hAnsi="Verdana" w:cs="Arial"/>
                  <w:sz w:val="16"/>
                  <w:szCs w:val="16"/>
                </w:rPr>
                <w:id w:val="1707678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34" w:rsidRPr="0037729D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  <w:r w:rsidR="00BB6734" w:rsidRPr="0037729D">
              <w:rPr>
                <w:rFonts w:ascii="Verdana" w:eastAsia="Times New Roman" w:hAnsi="Verdana" w:cs="Arial"/>
                <w:sz w:val="16"/>
                <w:szCs w:val="16"/>
              </w:rPr>
              <w:t>&lt;250 empleados</w:t>
            </w:r>
          </w:p>
          <w:p w:rsidR="00BB6734" w:rsidRPr="0037729D" w:rsidRDefault="00CE3280" w:rsidP="00BB62DC">
            <w:pPr>
              <w:spacing w:after="120" w:line="240" w:lineRule="auto"/>
              <w:ind w:right="-992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  <w:sdt>
              <w:sdtPr>
                <w:rPr>
                  <w:rFonts w:ascii="Verdana" w:eastAsia="Times New Roman" w:hAnsi="Verdana" w:cs="Arial"/>
                  <w:sz w:val="16"/>
                  <w:szCs w:val="16"/>
                </w:rPr>
                <w:id w:val="1471100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34" w:rsidRPr="0037729D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  <w:r w:rsidR="00BB6734" w:rsidRPr="0037729D">
              <w:rPr>
                <w:rFonts w:ascii="Verdana" w:eastAsia="Times New Roman" w:hAnsi="Verdana" w:cs="Arial"/>
                <w:sz w:val="16"/>
                <w:szCs w:val="16"/>
              </w:rPr>
              <w:t>&gt;250 empleados</w:t>
            </w:r>
          </w:p>
        </w:tc>
      </w:tr>
    </w:tbl>
    <w:p w:rsidR="00BB6734" w:rsidRPr="00B0698A" w:rsidRDefault="00BB6734" w:rsidP="00BB6734">
      <w:pPr>
        <w:pBdr>
          <w:bottom w:val="single" w:sz="6" w:space="1" w:color="auto"/>
        </w:pBdr>
        <w:tabs>
          <w:tab w:val="left" w:pos="2302"/>
        </w:tabs>
        <w:spacing w:after="240" w:line="240" w:lineRule="auto"/>
        <w:jc w:val="both"/>
        <w:rPr>
          <w:rFonts w:ascii="Verdana" w:eastAsia="Times New Roman" w:hAnsi="Verdana" w:cs="Times New Roman"/>
          <w:sz w:val="24"/>
          <w:szCs w:val="20"/>
        </w:rPr>
      </w:pPr>
    </w:p>
    <w:p w:rsidR="00BB6734" w:rsidRPr="00B0698A" w:rsidRDefault="00BB6734" w:rsidP="00BB6734">
      <w:pPr>
        <w:spacing w:after="240" w:line="240" w:lineRule="auto"/>
        <w:outlineLvl w:val="3"/>
        <w:rPr>
          <w:rFonts w:ascii="Verdana" w:eastAsia="Times New Roman" w:hAnsi="Verdana" w:cs="Arial"/>
          <w:sz w:val="20"/>
          <w:szCs w:val="20"/>
        </w:rPr>
      </w:pPr>
      <w:r w:rsidRPr="00B0698A">
        <w:rPr>
          <w:rFonts w:ascii="Verdana" w:eastAsia="Times New Roman" w:hAnsi="Verdana" w:cs="Arial"/>
          <w:sz w:val="20"/>
          <w:szCs w:val="20"/>
        </w:rPr>
        <w:t>Las indicaciones para cumplimentar el documento se encuentran en las notas finales</w:t>
      </w:r>
      <w:r w:rsidR="00FB7122" w:rsidRPr="00B0698A">
        <w:rPr>
          <w:rFonts w:ascii="Verdana" w:eastAsia="Times New Roman" w:hAnsi="Verdana" w:cs="Arial"/>
          <w:sz w:val="20"/>
          <w:szCs w:val="20"/>
        </w:rPr>
        <w:t>.</w:t>
      </w:r>
    </w:p>
    <w:p w:rsidR="00BB6734" w:rsidRPr="00B0698A" w:rsidRDefault="00BB6734" w:rsidP="00BB6734">
      <w:pPr>
        <w:spacing w:after="240" w:line="240" w:lineRule="auto"/>
        <w:outlineLvl w:val="3"/>
        <w:rPr>
          <w:rFonts w:ascii="Verdana" w:eastAsia="Times New Roman" w:hAnsi="Verdana" w:cs="Calibri"/>
          <w:b/>
          <w:color w:val="002060"/>
          <w:sz w:val="28"/>
          <w:szCs w:val="20"/>
        </w:rPr>
      </w:pPr>
      <w:r w:rsidRPr="00B0698A">
        <w:rPr>
          <w:rFonts w:ascii="Verdana" w:eastAsia="Times New Roman" w:hAnsi="Verdana" w:cs="Calibri"/>
          <w:b/>
          <w:color w:val="002060"/>
          <w:sz w:val="28"/>
          <w:szCs w:val="20"/>
        </w:rPr>
        <w:t xml:space="preserve"> Sección a cumplimentar ANTES DE LA MOVILIDAD</w:t>
      </w:r>
    </w:p>
    <w:p w:rsidR="00BB6734" w:rsidRPr="00B0698A" w:rsidRDefault="00BB6734" w:rsidP="00BB6734">
      <w:pPr>
        <w:tabs>
          <w:tab w:val="left" w:pos="426"/>
        </w:tabs>
        <w:spacing w:after="240" w:line="240" w:lineRule="auto"/>
        <w:jc w:val="both"/>
        <w:outlineLvl w:val="3"/>
        <w:rPr>
          <w:rFonts w:ascii="Verdana" w:eastAsia="Times New Roman" w:hAnsi="Verdana" w:cs="Calibri"/>
          <w:b/>
          <w:color w:val="002060"/>
          <w:sz w:val="20"/>
          <w:szCs w:val="20"/>
        </w:rPr>
      </w:pPr>
      <w:r w:rsidRPr="00B0698A">
        <w:rPr>
          <w:rFonts w:ascii="Verdana" w:eastAsia="Times New Roman" w:hAnsi="Verdana" w:cs="Calibri"/>
          <w:b/>
          <w:color w:val="002060"/>
          <w:sz w:val="20"/>
          <w:szCs w:val="20"/>
        </w:rPr>
        <w:t>I.</w:t>
      </w:r>
      <w:r w:rsidRPr="00B0698A">
        <w:rPr>
          <w:rFonts w:ascii="Verdana" w:eastAsia="Times New Roman" w:hAnsi="Verdana" w:cs="Calibri"/>
          <w:b/>
          <w:color w:val="002060"/>
          <w:sz w:val="20"/>
          <w:szCs w:val="20"/>
        </w:rPr>
        <w:tab/>
        <w:t>PROGRAMA DE MOVILIDAD PROPUESTO</w:t>
      </w:r>
    </w:p>
    <w:p w:rsidR="00BB6734" w:rsidRPr="00B0698A" w:rsidRDefault="00BB6734" w:rsidP="00BB6734">
      <w:pPr>
        <w:tabs>
          <w:tab w:val="left" w:pos="2302"/>
        </w:tabs>
        <w:spacing w:after="24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B0698A">
        <w:rPr>
          <w:rFonts w:ascii="Verdana" w:eastAsia="Times New Roman" w:hAnsi="Verdana" w:cs="Times New Roman"/>
          <w:sz w:val="20"/>
          <w:szCs w:val="20"/>
        </w:rPr>
        <w:t>Idioma de trabajo:</w:t>
      </w: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BB6734" w:rsidRPr="0037729D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B0698A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Objetivos generales de la movilidad:</w:t>
            </w:r>
          </w:p>
          <w:p w:rsidR="00BB6734" w:rsidRPr="00B0698A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B0698A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  <w:tr w:rsidR="00FB7122" w:rsidRPr="0037729D" w:rsidTr="00BB62DC">
        <w:trPr>
          <w:jc w:val="center"/>
        </w:trPr>
        <w:tc>
          <w:tcPr>
            <w:tcW w:w="8763" w:type="dxa"/>
            <w:shd w:val="clear" w:color="auto" w:fill="FFFFFF"/>
          </w:tcPr>
          <w:p w:rsidR="00FB7122" w:rsidRPr="0037729D" w:rsidRDefault="00290C66" w:rsidP="00290C66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37729D">
              <w:rPr>
                <w:rFonts w:ascii="Verdana" w:hAnsi="Verdana" w:cs="Calibri"/>
                <w:b/>
                <w:sz w:val="20"/>
                <w:lang w:val="en-GB"/>
              </w:rPr>
              <w:t>Actividad de formación en desarrollo de competencias pedagógicas y de diseño curricular: Sí</w:t>
            </w:r>
            <w:r w:rsidR="00FB7122" w:rsidRPr="0037729D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FB7122" w:rsidRPr="0037729D">
              <w:rPr>
                <w:rFonts w:ascii="MS Gothic" w:eastAsia="MS Gothic" w:hAnsi="MS Gothic" w:cs="MS Gothic" w:hint="eastAsia"/>
                <w:b/>
                <w:sz w:val="20"/>
                <w:lang w:val="en-GB"/>
              </w:rPr>
              <w:t>☐</w:t>
            </w:r>
            <w:r w:rsidR="00FB7122" w:rsidRPr="0037729D">
              <w:rPr>
                <w:rFonts w:ascii="Verdana" w:hAnsi="Verdana" w:cs="Calibri"/>
                <w:b/>
                <w:sz w:val="20"/>
                <w:lang w:val="en-GB"/>
              </w:rPr>
              <w:t xml:space="preserve">   No </w:t>
            </w:r>
            <w:r w:rsidR="00FB7122" w:rsidRPr="0037729D">
              <w:rPr>
                <w:rFonts w:ascii="MS Gothic" w:eastAsia="MS Gothic" w:hAnsi="MS Gothic" w:cs="MS Gothic" w:hint="eastAsia"/>
                <w:b/>
                <w:sz w:val="20"/>
                <w:lang w:val="en-GB"/>
              </w:rPr>
              <w:t>☐</w:t>
            </w:r>
            <w:r w:rsidR="00FB7122" w:rsidRPr="0037729D">
              <w:rPr>
                <w:rFonts w:ascii="Verdana" w:hAnsi="Verdana" w:cs="Calibri"/>
                <w:b/>
                <w:sz w:val="20"/>
                <w:lang w:val="en-GB"/>
              </w:rPr>
              <w:t xml:space="preserve">    </w:t>
            </w:r>
          </w:p>
        </w:tc>
      </w:tr>
      <w:tr w:rsidR="00BB6734" w:rsidRPr="0037729D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</w:rPr>
              <w:t>Valor añadido de la movilidad (en el contexto de las estrategias de modernización e internacionalización de las instituciones implicadas):</w:t>
            </w: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  <w:tr w:rsidR="00BB6734" w:rsidRPr="0037729D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>Actividades a realizar:</w:t>
            </w: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</w:tc>
      </w:tr>
      <w:tr w:rsidR="00BB6734" w:rsidRPr="0037729D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</w:rPr>
              <w:t>Resultados e impacto previstos (por ejemplo, en el desarrollo profesional del miembro del personal y en ambas instituciones):</w:t>
            </w:r>
          </w:p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</w:tbl>
    <w:p w:rsidR="00BB6734" w:rsidRPr="0037729D" w:rsidRDefault="00BB6734" w:rsidP="00BB6734">
      <w:pPr>
        <w:keepNext/>
        <w:keepLines/>
        <w:tabs>
          <w:tab w:val="left" w:pos="426"/>
        </w:tabs>
        <w:spacing w:after="240" w:line="240" w:lineRule="auto"/>
        <w:jc w:val="both"/>
        <w:rPr>
          <w:rFonts w:ascii="Verdana" w:eastAsia="Times New Roman" w:hAnsi="Verdana" w:cs="Calibri"/>
          <w:b/>
          <w:color w:val="002060"/>
          <w:sz w:val="20"/>
          <w:szCs w:val="20"/>
        </w:rPr>
      </w:pPr>
    </w:p>
    <w:p w:rsidR="00BB6734" w:rsidRPr="0037729D" w:rsidRDefault="00BB6734" w:rsidP="00BB6734">
      <w:pPr>
        <w:keepNext/>
        <w:keepLines/>
        <w:tabs>
          <w:tab w:val="left" w:pos="426"/>
        </w:tabs>
        <w:spacing w:after="240" w:line="240" w:lineRule="auto"/>
        <w:jc w:val="both"/>
        <w:rPr>
          <w:rFonts w:ascii="Verdana" w:eastAsia="Times New Roman" w:hAnsi="Verdana" w:cs="Calibri"/>
          <w:b/>
          <w:color w:val="002060"/>
          <w:sz w:val="20"/>
          <w:szCs w:val="20"/>
        </w:rPr>
      </w:pPr>
      <w:r w:rsidRPr="0037729D">
        <w:rPr>
          <w:rFonts w:ascii="Verdana" w:eastAsia="Times New Roman" w:hAnsi="Verdana" w:cs="Calibri"/>
          <w:b/>
          <w:color w:val="002060"/>
          <w:sz w:val="20"/>
          <w:szCs w:val="20"/>
        </w:rPr>
        <w:t>II. COMPROMISO DE LAS TRES PARTES</w:t>
      </w:r>
    </w:p>
    <w:p w:rsidR="00BB6734" w:rsidRPr="00B0698A" w:rsidRDefault="00BB6734" w:rsidP="00BB6734">
      <w:pPr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37729D">
        <w:rPr>
          <w:rFonts w:ascii="Verdana" w:eastAsia="Times New Roman" w:hAnsi="Verdana" w:cs="Calibri"/>
          <w:sz w:val="16"/>
          <w:szCs w:val="16"/>
        </w:rPr>
        <w:t>Mediante la firma</w:t>
      </w:r>
      <w:r w:rsidRPr="00B0698A">
        <w:rPr>
          <w:rFonts w:ascii="Verdana" w:eastAsia="Times New Roman" w:hAnsi="Verdana" w:cs="Calibri"/>
          <w:b/>
          <w:sz w:val="16"/>
          <w:szCs w:val="16"/>
          <w:vertAlign w:val="superscript"/>
          <w:lang w:val="en-GB"/>
        </w:rPr>
        <w:endnoteReference w:id="7"/>
      </w:r>
      <w:r w:rsidRPr="00B0698A">
        <w:rPr>
          <w:rFonts w:ascii="Verdana" w:eastAsia="Times New Roman" w:hAnsi="Verdana" w:cs="Calibri"/>
          <w:sz w:val="16"/>
          <w:szCs w:val="16"/>
        </w:rPr>
        <w:t xml:space="preserve"> del presente documento, el miembro del personal, la institución de envío y la institución/empresa de acogida confirman que aprueban el acuerdo de movilidad propuesto</w:t>
      </w:r>
      <w:r w:rsidR="001E66CD" w:rsidRPr="00B0698A">
        <w:rPr>
          <w:rFonts w:ascii="Verdana" w:eastAsia="Times New Roman" w:hAnsi="Verdana" w:cs="Calibri"/>
          <w:sz w:val="16"/>
          <w:szCs w:val="16"/>
        </w:rPr>
        <w:t>.</w:t>
      </w:r>
    </w:p>
    <w:p w:rsidR="00BB6734" w:rsidRPr="00B0698A" w:rsidRDefault="00BA05FC" w:rsidP="00BB6734">
      <w:pPr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B0698A">
        <w:rPr>
          <w:rFonts w:ascii="Verdana" w:eastAsia="Times New Roman" w:hAnsi="Verdana" w:cs="Calibri"/>
          <w:sz w:val="16"/>
          <w:szCs w:val="16"/>
          <w:lang w:val="is-IS"/>
        </w:rPr>
        <w:t xml:space="preserve">La institución de envío </w:t>
      </w:r>
      <w:r w:rsidR="00BB6734" w:rsidRPr="00B0698A">
        <w:rPr>
          <w:rFonts w:ascii="Verdana" w:eastAsia="Times New Roman" w:hAnsi="Verdana" w:cs="Calibri"/>
          <w:sz w:val="16"/>
          <w:szCs w:val="16"/>
          <w:lang w:val="is-IS"/>
        </w:rPr>
        <w:t>aprueba esta movilidad de personal como parte de su estrategia de modernización e internacionalización y la reconocerá como un componente a tener en cuenta en cualquier valoración o evaluación de este miembro de su personal</w:t>
      </w:r>
      <w:r w:rsidR="001E66CD" w:rsidRPr="00B0698A">
        <w:rPr>
          <w:rFonts w:ascii="Verdana" w:eastAsia="Times New Roman" w:hAnsi="Verdana" w:cs="Calibri"/>
          <w:sz w:val="16"/>
          <w:szCs w:val="16"/>
          <w:lang w:val="is-IS"/>
        </w:rPr>
        <w:t>.</w:t>
      </w:r>
    </w:p>
    <w:p w:rsidR="00BB6734" w:rsidRPr="00B0698A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Times New Roman"/>
          <w:color w:val="0000FF"/>
          <w:sz w:val="16"/>
          <w:szCs w:val="16"/>
        </w:rPr>
      </w:pPr>
      <w:r w:rsidRPr="00B0698A">
        <w:rPr>
          <w:rFonts w:ascii="Verdana" w:eastAsia="Times New Roman" w:hAnsi="Verdana" w:cs="Verdana"/>
          <w:sz w:val="16"/>
          <w:szCs w:val="16"/>
          <w:lang w:eastAsia="fr-FR"/>
        </w:rPr>
        <w:t>El miembro del personal compartirá su experiencia, en particular, el impacto que tenga en su carrera profesional y en la institución de educación superior de envío, como una fuente de inspiración para otros</w:t>
      </w:r>
      <w:r w:rsidR="001E66CD" w:rsidRPr="00B0698A">
        <w:rPr>
          <w:rFonts w:ascii="Verdana" w:eastAsia="Times New Roman" w:hAnsi="Verdana" w:cs="Verdana"/>
          <w:sz w:val="16"/>
          <w:szCs w:val="16"/>
          <w:lang w:eastAsia="fr-FR"/>
        </w:rPr>
        <w:t>.</w:t>
      </w:r>
      <w:r w:rsidRPr="00B0698A">
        <w:rPr>
          <w:rFonts w:ascii="Verdana" w:eastAsia="Times New Roman" w:hAnsi="Verdana" w:cs="Times New Roman"/>
          <w:color w:val="0000FF"/>
          <w:sz w:val="16"/>
          <w:szCs w:val="16"/>
        </w:rPr>
        <w:t xml:space="preserve"> </w:t>
      </w:r>
    </w:p>
    <w:p w:rsidR="00BB6734" w:rsidRPr="00B0698A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B0698A">
        <w:rPr>
          <w:rFonts w:ascii="Verdana" w:eastAsia="Times New Roman" w:hAnsi="Verdana" w:cs="Times New Roman"/>
          <w:color w:val="000000"/>
          <w:sz w:val="16"/>
          <w:szCs w:val="16"/>
        </w:rPr>
        <w:t xml:space="preserve">El miembro del personal y la institución </w:t>
      </w:r>
      <w:r w:rsidR="00D123FB" w:rsidRPr="00B0698A">
        <w:rPr>
          <w:rFonts w:ascii="Verdana" w:eastAsia="Times New Roman" w:hAnsi="Verdana" w:cs="Times New Roman"/>
          <w:color w:val="000000"/>
          <w:sz w:val="16"/>
          <w:szCs w:val="16"/>
        </w:rPr>
        <w:t>beneficiaria</w:t>
      </w:r>
      <w:r w:rsidRPr="00B0698A">
        <w:rPr>
          <w:rFonts w:ascii="Verdana" w:eastAsia="Times New Roman" w:hAnsi="Verdana" w:cs="Times New Roman"/>
          <w:color w:val="000000"/>
          <w:sz w:val="16"/>
          <w:szCs w:val="16"/>
        </w:rPr>
        <w:t xml:space="preserve"> se comprometen a respetar las estipulaciones del convenio de subvención que hayan firmado.</w:t>
      </w:r>
    </w:p>
    <w:p w:rsidR="00BB6734" w:rsidRPr="00B0698A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B0698A">
        <w:rPr>
          <w:rFonts w:ascii="Verdana" w:eastAsia="Times New Roman" w:hAnsi="Verdana" w:cs="Calibri"/>
          <w:sz w:val="16"/>
          <w:szCs w:val="16"/>
        </w:rPr>
        <w:t>El miembro del personal y la institución/empresa de acogida comunicarán a la institución de envío cualquier problema o modificación relacionados con el programa de movilidad propuesto o el periodo de movilidad</w:t>
      </w:r>
      <w:r w:rsidR="001E66CD" w:rsidRPr="00B0698A">
        <w:rPr>
          <w:rFonts w:ascii="Verdana" w:eastAsia="Times New Roman" w:hAnsi="Verdana" w:cs="Calibri"/>
          <w:sz w:val="16"/>
          <w:szCs w:val="16"/>
        </w:rPr>
        <w:t>.</w:t>
      </w:r>
    </w:p>
    <w:tbl>
      <w:tblPr>
        <w:tblW w:w="8876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BB6734" w:rsidRPr="0037729D" w:rsidTr="00BB62DC">
        <w:trPr>
          <w:jc w:val="center"/>
        </w:trPr>
        <w:tc>
          <w:tcPr>
            <w:tcW w:w="8876" w:type="dxa"/>
            <w:shd w:val="clear" w:color="auto" w:fill="FFFFFF"/>
          </w:tcPr>
          <w:p w:rsidR="00BB6734" w:rsidRPr="00B0698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El miembro del personal</w:t>
            </w:r>
          </w:p>
          <w:p w:rsidR="00BB6734" w:rsidRPr="00B0698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Nombre: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  <w:p w:rsidR="00BB6734" w:rsidRPr="00B0698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color w:val="002060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 xml:space="preserve">Firma:                                            </w:t>
            </w:r>
            <w:r w:rsidR="009B2E6F" w:rsidRPr="00B0698A">
              <w:rPr>
                <w:rFonts w:ascii="Verdana" w:eastAsia="Times New Roman" w:hAnsi="Verdana" w:cs="Calibri"/>
                <w:sz w:val="20"/>
                <w:szCs w:val="20"/>
              </w:rPr>
              <w:t xml:space="preserve">                              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Fecha: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</w:tc>
      </w:tr>
    </w:tbl>
    <w:p w:rsidR="00BB6734" w:rsidRPr="00B0698A" w:rsidRDefault="00BB6734" w:rsidP="00BB6734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</w:rPr>
      </w:pPr>
    </w:p>
    <w:tbl>
      <w:tblPr>
        <w:tblW w:w="8841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BB6734" w:rsidRPr="0037729D" w:rsidTr="00BB62DC">
        <w:trPr>
          <w:jc w:val="center"/>
        </w:trPr>
        <w:tc>
          <w:tcPr>
            <w:tcW w:w="8841" w:type="dxa"/>
            <w:shd w:val="clear" w:color="auto" w:fill="FFFFFF"/>
          </w:tcPr>
          <w:p w:rsidR="00BB6734" w:rsidRPr="00B0698A" w:rsidRDefault="00BB6734" w:rsidP="00BB62DC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La institución de envío</w:t>
            </w:r>
          </w:p>
          <w:p w:rsidR="00BB6734" w:rsidRPr="00B0698A" w:rsidRDefault="00BB6734" w:rsidP="00BB62DC">
            <w:pPr>
              <w:tabs>
                <w:tab w:val="left" w:pos="3348"/>
                <w:tab w:val="left" w:pos="6183"/>
                <w:tab w:val="left" w:pos="6892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Nombre del responsable: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  <w:t xml:space="preserve"> </w:t>
            </w:r>
          </w:p>
          <w:p w:rsidR="00BB6734" w:rsidRPr="00B0698A" w:rsidRDefault="00BB6734" w:rsidP="00BB62DC">
            <w:pPr>
              <w:tabs>
                <w:tab w:val="left" w:pos="3348"/>
                <w:tab w:val="left" w:pos="6183"/>
                <w:tab w:val="left" w:pos="6892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b/>
                <w:color w:val="002060"/>
                <w:sz w:val="20"/>
                <w:szCs w:val="20"/>
                <w:lang w:val="en-GB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Firma:                                                                            Fecha: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ab/>
            </w:r>
          </w:p>
        </w:tc>
      </w:tr>
    </w:tbl>
    <w:p w:rsidR="00BB6734" w:rsidRPr="00B0698A" w:rsidRDefault="00BB6734" w:rsidP="00BB6734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BB6734" w:rsidRPr="0037729D" w:rsidTr="00BB62DC">
        <w:trPr>
          <w:jc w:val="center"/>
        </w:trPr>
        <w:tc>
          <w:tcPr>
            <w:tcW w:w="8823" w:type="dxa"/>
            <w:shd w:val="clear" w:color="auto" w:fill="FFFFFF"/>
          </w:tcPr>
          <w:p w:rsidR="00BB6734" w:rsidRPr="00B0698A" w:rsidRDefault="00BB6734" w:rsidP="00BB62DC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La institución/empresa de acogida</w:t>
            </w:r>
          </w:p>
          <w:p w:rsidR="00BB6734" w:rsidRPr="00B0698A" w:rsidRDefault="00BB6734" w:rsidP="00BB62DC">
            <w:pPr>
              <w:tabs>
                <w:tab w:val="left" w:pos="3312"/>
                <w:tab w:val="left" w:pos="6147"/>
                <w:tab w:val="left" w:pos="6856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Nombre del responsable: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  <w:p w:rsidR="00BB6734" w:rsidRPr="00B0698A" w:rsidRDefault="00BB6734" w:rsidP="00BB62DC">
            <w:pPr>
              <w:tabs>
                <w:tab w:val="left" w:pos="3312"/>
                <w:tab w:val="left" w:pos="6147"/>
                <w:tab w:val="left" w:pos="6856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color w:val="002060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Firma:                                                                              Fecha: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</w:tc>
      </w:tr>
    </w:tbl>
    <w:p w:rsidR="003627FC" w:rsidRPr="00B0698A" w:rsidRDefault="003627FC" w:rsidP="002D71C5">
      <w:pPr>
        <w:rPr>
          <w:rFonts w:ascii="Verdana" w:hAnsi="Verdana"/>
        </w:rPr>
      </w:pPr>
    </w:p>
    <w:sectPr w:rsidR="003627FC" w:rsidRPr="00B0698A" w:rsidSect="00865FC1">
      <w:headerReference w:type="default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E04" w:rsidRDefault="00376E04" w:rsidP="00BB6734">
      <w:pPr>
        <w:spacing w:after="0" w:line="240" w:lineRule="auto"/>
      </w:pPr>
      <w:r>
        <w:separator/>
      </w:r>
    </w:p>
  </w:endnote>
  <w:endnote w:type="continuationSeparator" w:id="0">
    <w:p w:rsidR="00376E04" w:rsidRDefault="00376E04" w:rsidP="00BB6734">
      <w:pPr>
        <w:spacing w:after="0" w:line="240" w:lineRule="auto"/>
      </w:pPr>
      <w:r>
        <w:continuationSeparator/>
      </w:r>
    </w:p>
  </w:endnote>
  <w:endnote w:id="1">
    <w:p w:rsidR="00FB7122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="00254C3B" w:rsidRPr="0037729D">
        <w:rPr>
          <w:rFonts w:ascii="Verdana" w:hAnsi="Verdana"/>
          <w:sz w:val="16"/>
          <w:szCs w:val="16"/>
        </w:rPr>
        <w:t xml:space="preserve"> Adaptaciones de esta plantilla:</w:t>
      </w:r>
      <w:r w:rsidRPr="0037729D">
        <w:rPr>
          <w:rFonts w:ascii="Verdana" w:hAnsi="Verdana"/>
          <w:sz w:val="16"/>
          <w:szCs w:val="16"/>
        </w:rPr>
        <w:t xml:space="preserve"> </w:t>
      </w:r>
    </w:p>
    <w:p w:rsidR="00BB6734" w:rsidRPr="0037729D" w:rsidRDefault="00BB6734" w:rsidP="00B0698A">
      <w:pPr>
        <w:pStyle w:val="Textonotaalfinal"/>
        <w:numPr>
          <w:ilvl w:val="0"/>
          <w:numId w:val="1"/>
        </w:numPr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Fonts w:ascii="Verdana" w:hAnsi="Verdana"/>
          <w:sz w:val="16"/>
          <w:szCs w:val="16"/>
        </w:rPr>
        <w:t xml:space="preserve">En caso de que la movilidad combine actividades de docencia y de formación, se deberá emplear </w:t>
      </w:r>
      <w:r w:rsidRPr="0037729D">
        <w:rPr>
          <w:rFonts w:ascii="Verdana" w:hAnsi="Verdana"/>
          <w:b/>
          <w:sz w:val="16"/>
          <w:szCs w:val="16"/>
        </w:rPr>
        <w:t>el modelo de acuerdo de movilidad de personal para docencia</w:t>
      </w:r>
      <w:r w:rsidRPr="0037729D">
        <w:rPr>
          <w:rFonts w:ascii="Verdana" w:hAnsi="Verdana"/>
          <w:sz w:val="16"/>
          <w:szCs w:val="16"/>
        </w:rPr>
        <w:t>, haciendo los ajustes necesarios para que dé cabida a ambos tipos de actividad</w:t>
      </w:r>
      <w:r w:rsidR="00365870" w:rsidRPr="0037729D">
        <w:rPr>
          <w:rFonts w:ascii="Verdana" w:hAnsi="Verdana"/>
          <w:sz w:val="16"/>
          <w:szCs w:val="16"/>
        </w:rPr>
        <w:t>.</w:t>
      </w:r>
    </w:p>
    <w:p w:rsidR="00254C3B" w:rsidRPr="0037729D" w:rsidRDefault="00254C3B" w:rsidP="00B0698A">
      <w:pPr>
        <w:pStyle w:val="Textonotaalfinal"/>
        <w:numPr>
          <w:ilvl w:val="0"/>
          <w:numId w:val="1"/>
        </w:numPr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Fonts w:ascii="Verdana" w:hAnsi="Verdana"/>
          <w:sz w:val="16"/>
          <w:szCs w:val="16"/>
        </w:rPr>
        <w:t xml:space="preserve">En </w:t>
      </w:r>
      <w:r w:rsidR="005F43FB" w:rsidRPr="0037729D">
        <w:rPr>
          <w:rFonts w:ascii="Verdana" w:hAnsi="Verdana"/>
          <w:sz w:val="16"/>
          <w:szCs w:val="16"/>
        </w:rPr>
        <w:t xml:space="preserve">el </w:t>
      </w:r>
      <w:r w:rsidRPr="0037729D">
        <w:rPr>
          <w:rFonts w:ascii="Verdana" w:hAnsi="Verdana"/>
          <w:sz w:val="16"/>
          <w:szCs w:val="16"/>
        </w:rPr>
        <w:t xml:space="preserve">caso de una movilidad </w:t>
      </w:r>
      <w:r w:rsidRPr="0037729D">
        <w:rPr>
          <w:rFonts w:ascii="Verdana" w:hAnsi="Verdana"/>
          <w:b/>
          <w:sz w:val="16"/>
          <w:szCs w:val="16"/>
        </w:rPr>
        <w:t>entre países del programa y países asociados</w:t>
      </w:r>
      <w:r w:rsidRPr="0037729D">
        <w:rPr>
          <w:rFonts w:ascii="Verdana" w:hAnsi="Verdana"/>
          <w:sz w:val="16"/>
          <w:szCs w:val="16"/>
        </w:rPr>
        <w:t>, este acuerdo se firmará por el miembro del personal</w:t>
      </w:r>
      <w:r w:rsidR="005F43FB" w:rsidRPr="0037729D">
        <w:rPr>
          <w:rFonts w:ascii="Verdana" w:hAnsi="Verdana"/>
          <w:sz w:val="16"/>
          <w:szCs w:val="16"/>
        </w:rPr>
        <w:t xml:space="preserve">, por </w:t>
      </w:r>
      <w:r w:rsidRPr="0037729D">
        <w:rPr>
          <w:rFonts w:ascii="Verdana" w:hAnsi="Verdana"/>
          <w:sz w:val="16"/>
          <w:szCs w:val="16"/>
        </w:rPr>
        <w:t xml:space="preserve">la institución de educación superior del país del programa, como beneficiario, </w:t>
      </w:r>
      <w:r w:rsidR="005F43FB" w:rsidRPr="0037729D">
        <w:rPr>
          <w:rFonts w:ascii="Verdana" w:hAnsi="Verdana"/>
          <w:sz w:val="16"/>
          <w:szCs w:val="16"/>
        </w:rPr>
        <w:t xml:space="preserve">y </w:t>
      </w:r>
      <w:r w:rsidRPr="0037729D">
        <w:rPr>
          <w:rFonts w:ascii="Verdana" w:hAnsi="Verdana"/>
          <w:sz w:val="16"/>
          <w:szCs w:val="16"/>
        </w:rPr>
        <w:t xml:space="preserve">por la institución de educación superior del país asociado </w:t>
      </w:r>
      <w:r w:rsidR="005F43FB" w:rsidRPr="0037729D">
        <w:rPr>
          <w:rFonts w:ascii="Verdana" w:hAnsi="Verdana"/>
          <w:sz w:val="16"/>
          <w:szCs w:val="16"/>
        </w:rPr>
        <w:t xml:space="preserve">como organización de envío o de acogida. En el caso de una movilidad desde una institución de educación superior de un país asociado a una empresa de un país del programa, el último cuadro de firma aparecerá por duplicado para incluir </w:t>
      </w:r>
      <w:r w:rsidR="00E51943" w:rsidRPr="0037729D">
        <w:rPr>
          <w:rFonts w:ascii="Verdana" w:hAnsi="Verdana"/>
          <w:sz w:val="16"/>
          <w:szCs w:val="16"/>
        </w:rPr>
        <w:t>la firma de la institución de educación superior del país del programa (el beneficiario) y la organización de acogida (cuatro firmas en total</w:t>
      </w:r>
      <w:r w:rsidR="00200E36">
        <w:rPr>
          <w:rFonts w:ascii="Verdana" w:hAnsi="Verdana"/>
          <w:sz w:val="16"/>
          <w:szCs w:val="16"/>
        </w:rPr>
        <w:t>)</w:t>
      </w:r>
      <w:r w:rsidR="00E51943" w:rsidRPr="0037729D">
        <w:rPr>
          <w:rFonts w:ascii="Verdana" w:hAnsi="Verdana"/>
          <w:sz w:val="16"/>
          <w:szCs w:val="16"/>
        </w:rPr>
        <w:t>.</w:t>
      </w:r>
    </w:p>
  </w:endnote>
  <w:endnote w:id="2">
    <w:p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b/>
          <w:sz w:val="16"/>
          <w:szCs w:val="16"/>
        </w:rPr>
        <w:t>Antigüedad</w:t>
      </w:r>
      <w:r w:rsidRPr="0037729D">
        <w:rPr>
          <w:rFonts w:ascii="Verdana" w:hAnsi="Verdana"/>
          <w:sz w:val="16"/>
          <w:szCs w:val="16"/>
        </w:rPr>
        <w:t>: Junior (aprox. 10 años de experiencia o menos), Intermedio (aprox. entre 10 y 20 años de experiencia) o Senior (aprox. más de 20 años de experiencia)</w:t>
      </w:r>
    </w:p>
  </w:endnote>
  <w:endnote w:id="3">
    <w:p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Style w:val="Refdenotaalfinal"/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b/>
          <w:sz w:val="16"/>
          <w:szCs w:val="16"/>
        </w:rPr>
        <w:t>Nacionalidad</w:t>
      </w:r>
      <w:r w:rsidRPr="0037729D">
        <w:rPr>
          <w:rFonts w:ascii="Verdana" w:hAnsi="Verdana"/>
          <w:sz w:val="16"/>
          <w:szCs w:val="16"/>
        </w:rPr>
        <w:t>: País al que la persona pertenece desde un punto de vista administrativo y que emite su tarjeta identificativa y/o su pasaporte.</w:t>
      </w:r>
    </w:p>
  </w:endnote>
  <w:endnote w:id="4">
    <w:p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b/>
          <w:sz w:val="16"/>
          <w:szCs w:val="16"/>
        </w:rPr>
        <w:t>Código Erasmus</w:t>
      </w:r>
      <w:r w:rsidRPr="0037729D">
        <w:rPr>
          <w:rFonts w:ascii="Verdana" w:hAnsi="Verdana"/>
          <w:sz w:val="16"/>
          <w:szCs w:val="16"/>
        </w:rPr>
        <w:t>: Identificador único que recibe cada institución de educación superior ubicada en uno de los países del programa que ha obtenido la Carta Erasmus de Educación superior.</w:t>
      </w:r>
    </w:p>
  </w:endnote>
  <w:endnote w:id="5">
    <w:p w:rsidR="009C58E2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  <w:lang w:val="fr-FR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b/>
          <w:sz w:val="16"/>
          <w:szCs w:val="16"/>
        </w:rPr>
        <w:t>Código del país</w:t>
      </w:r>
      <w:r w:rsidRPr="0037729D">
        <w:rPr>
          <w:rFonts w:ascii="Verdana" w:hAnsi="Verdana"/>
          <w:sz w:val="16"/>
          <w:szCs w:val="16"/>
        </w:rPr>
        <w:t xml:space="preserve">: Los códigos de países ISO3166-2 están disponibles en: </w:t>
      </w:r>
      <w:hyperlink r:id="rId1" w:anchor="search" w:history="1">
        <w:r w:rsidR="009C58E2" w:rsidRPr="0037729D">
          <w:rPr>
            <w:rStyle w:val="Hipervnculo"/>
            <w:rFonts w:ascii="Verdana" w:hAnsi="Verdana"/>
            <w:sz w:val="16"/>
            <w:szCs w:val="16"/>
            <w:lang w:val="fr-FR"/>
          </w:rPr>
          <w:t>https://www.iso.org/obp/ui/#search</w:t>
        </w:r>
      </w:hyperlink>
      <w:r w:rsidR="0043397E" w:rsidRPr="0037729D">
        <w:rPr>
          <w:rFonts w:ascii="Verdana" w:hAnsi="Verdana"/>
          <w:sz w:val="16"/>
          <w:szCs w:val="16"/>
          <w:lang w:val="fr-FR"/>
        </w:rPr>
        <w:t>.</w:t>
      </w:r>
    </w:p>
  </w:endnote>
  <w:endnote w:id="6">
    <w:p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="00E51943" w:rsidRPr="0037729D">
        <w:rPr>
          <w:rFonts w:ascii="Verdana" w:hAnsi="Verdana" w:cs="Calibri"/>
          <w:color w:val="000000"/>
          <w:sz w:val="16"/>
          <w:szCs w:val="16"/>
          <w:lang w:eastAsia="en-GB"/>
        </w:rPr>
        <w:t>Cualquier empresa de un país del programa o, de manera más general, cualquier organización pública o privada activa en el mercado de trabajo o en los ámbitos de la educación, la formación o la juventud</w:t>
      </w:r>
      <w:r w:rsidR="00267F40">
        <w:rPr>
          <w:rFonts w:ascii="Verdana" w:hAnsi="Verdana" w:cs="Calibri"/>
          <w:color w:val="000000"/>
          <w:sz w:val="16"/>
          <w:szCs w:val="16"/>
          <w:lang w:eastAsia="en-GB"/>
        </w:rPr>
        <w:t xml:space="preserve"> </w:t>
      </w:r>
      <w:r w:rsidR="007A49FC">
        <w:rPr>
          <w:rFonts w:ascii="Verdana" w:hAnsi="Verdana" w:cs="Calibri"/>
          <w:color w:val="000000"/>
          <w:sz w:val="16"/>
          <w:szCs w:val="16"/>
          <w:lang w:eastAsia="en-GB"/>
        </w:rPr>
        <w:t>(</w:t>
      </w:r>
      <w:r w:rsidR="007A49FC" w:rsidRPr="0037729D">
        <w:rPr>
          <w:rFonts w:ascii="Verdana" w:hAnsi="Verdana" w:cs="Calibri"/>
          <w:color w:val="000000"/>
          <w:sz w:val="16"/>
          <w:szCs w:val="16"/>
          <w:lang w:eastAsia="en-GB"/>
        </w:rPr>
        <w:t>no es admisible que la formación de miembros del personal de instituciones de educación superior de países del programa se realice en socios no académicos de países asociados</w:t>
      </w:r>
      <w:r w:rsidR="00267F40">
        <w:rPr>
          <w:rFonts w:ascii="Verdana" w:hAnsi="Verdana" w:cs="Calibri"/>
          <w:color w:val="000000"/>
          <w:sz w:val="16"/>
          <w:szCs w:val="16"/>
          <w:lang w:eastAsia="en-GB"/>
        </w:rPr>
        <w:t>)</w:t>
      </w:r>
      <w:r w:rsidRPr="0037729D">
        <w:rPr>
          <w:rFonts w:ascii="Verdana" w:hAnsi="Verdana"/>
          <w:sz w:val="16"/>
          <w:szCs w:val="16"/>
        </w:rPr>
        <w:t>.</w:t>
      </w:r>
    </w:p>
  </w:endnote>
  <w:endnote w:id="7">
    <w:p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 w:cs="Calibri"/>
          <w:sz w:val="16"/>
          <w:szCs w:val="16"/>
        </w:rPr>
        <w:t>No será obligatorio el intercambio de documentación en papel con firmas originales: se podrán aceptar copias con firmas escaneadas o documentos con firmas electrónicas dependiendo de la legislación nacional de la institución de envío (en el caso de movilidades con países asociados, la legislación nacional del país del programa).</w:t>
      </w:r>
      <w:r w:rsidR="002D71C5" w:rsidRPr="0037729D">
        <w:rPr>
          <w:rFonts w:ascii="Verdana" w:hAnsi="Verdana" w:cs="Calibri"/>
          <w:sz w:val="16"/>
          <w:szCs w:val="16"/>
        </w:rPr>
        <w:t xml:space="preserve"> Los certificados de asistencia podrán ser proporcionados electrónicamente o por otros medios accesible</w:t>
      </w:r>
      <w:r w:rsidR="00AA44A8" w:rsidRPr="0037729D">
        <w:rPr>
          <w:rFonts w:ascii="Verdana" w:hAnsi="Verdana" w:cs="Calibri"/>
          <w:sz w:val="16"/>
          <w:szCs w:val="16"/>
        </w:rPr>
        <w:t>s para</w:t>
      </w:r>
      <w:r w:rsidR="002D71C5" w:rsidRPr="0037729D">
        <w:rPr>
          <w:rFonts w:ascii="Verdana" w:hAnsi="Verdana" w:cs="Calibri"/>
          <w:sz w:val="16"/>
          <w:szCs w:val="16"/>
        </w:rPr>
        <w:t xml:space="preserve"> </w:t>
      </w:r>
      <w:r w:rsidR="00AA44A8" w:rsidRPr="0037729D">
        <w:rPr>
          <w:rFonts w:ascii="Verdana" w:hAnsi="Verdana" w:cs="Calibri"/>
          <w:sz w:val="16"/>
          <w:szCs w:val="16"/>
        </w:rPr>
        <w:t>e</w:t>
      </w:r>
      <w:r w:rsidR="002D71C5" w:rsidRPr="0037729D">
        <w:rPr>
          <w:rFonts w:ascii="Verdana" w:hAnsi="Verdana" w:cs="Calibri"/>
          <w:sz w:val="16"/>
          <w:szCs w:val="16"/>
        </w:rPr>
        <w:t>l miembro del personal y la institución de envío.</w:t>
      </w:r>
      <w:r w:rsidRPr="0037729D">
        <w:rPr>
          <w:rFonts w:ascii="Verdana" w:hAnsi="Verdana"/>
          <w:sz w:val="16"/>
          <w:szCs w:val="16"/>
        </w:rPr>
        <w:tab/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32D0" w:rsidRDefault="00BA05FC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328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06408" w:rsidRPr="007E2F6C" w:rsidRDefault="00CE3280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5B4" w:rsidRDefault="00CE3280">
    <w:pPr>
      <w:pStyle w:val="Piedepgina"/>
    </w:pPr>
  </w:p>
  <w:p w:rsidR="00506408" w:rsidRPr="00910BEB" w:rsidRDefault="00CE3280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E04" w:rsidRDefault="00376E04" w:rsidP="00BB6734">
      <w:pPr>
        <w:spacing w:after="0" w:line="240" w:lineRule="auto"/>
      </w:pPr>
      <w:r>
        <w:separator/>
      </w:r>
    </w:p>
  </w:footnote>
  <w:footnote w:type="continuationSeparator" w:id="0">
    <w:p w:rsidR="00376E04" w:rsidRDefault="00376E04" w:rsidP="00BB6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B18" w:rsidRPr="00495B18" w:rsidRDefault="00BA05FC">
    <w:pPr>
      <w:rPr>
        <w:rFonts w:ascii="Arial Narrow" w:hAnsi="Arial Narrow"/>
        <w:sz w:val="18"/>
        <w:szCs w:val="18"/>
        <w:lang w:val="en-GB"/>
      </w:rPr>
    </w:pPr>
    <w:r>
      <w:rPr>
        <w:rFonts w:ascii="Verdana" w:hAnsi="Verdana"/>
        <w:b/>
        <w:noProof/>
        <w:sz w:val="18"/>
        <w:szCs w:val="18"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EC068D" wp14:editId="17C41715">
              <wp:simplePos x="0" y="0"/>
              <wp:positionH relativeFrom="column">
                <wp:posOffset>3701415</wp:posOffset>
              </wp:positionH>
              <wp:positionV relativeFrom="paragraph">
                <wp:posOffset>140335</wp:posOffset>
              </wp:positionV>
              <wp:extent cx="1728470" cy="732790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732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782B" w:rsidRPr="001C0AC3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Educación Superior</w:t>
                          </w:r>
                        </w:p>
                        <w:p w:rsidR="004B782B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 xml:space="preserve">Acuerdo de </w:t>
                          </w:r>
                          <w:r w:rsidR="009C58E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m</w:t>
                          </w: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ovilidad</w:t>
                          </w:r>
                        </w:p>
                        <w:p w:rsidR="004B782B" w:rsidRPr="001C0AC3" w:rsidRDefault="00CE3280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</w:p>
                        <w:p w:rsidR="004B782B" w:rsidRPr="001C0AC3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</w:rPr>
                          </w:pPr>
                          <w:r w:rsidRPr="00852440">
                            <w:rPr>
                              <w:rFonts w:ascii="Verdana" w:hAnsi="Verdana"/>
                              <w:color w:val="003CB4"/>
                              <w:sz w:val="16"/>
                              <w:szCs w:val="16"/>
                            </w:rPr>
                            <w:t>[</w:t>
                          </w:r>
                          <w:r w:rsidRPr="001C0AC3"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</w:rPr>
                            <w:t>Nombre del participante]</w:t>
                          </w:r>
                        </w:p>
                        <w:p w:rsidR="00AD66BB" w:rsidRPr="004B782B" w:rsidRDefault="00BA05FC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4B782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291.45pt;margin-top:11.05pt;width:136.1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" filled="f" stroked="f">
              <v:textbox>
                <w:txbxContent>
                  <w:p w:rsidR="004B782B" w:rsidRPr="001C0AC3" w:rsidRDefault="00BA05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>Educación Superior</w:t>
                    </w:r>
                  </w:p>
                  <w:p w:rsidR="004B782B" w:rsidRDefault="00BA05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 xml:space="preserve">Acuerdo de </w:t>
                    </w:r>
                    <w:r w:rsidR="009C58E2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>m</w:t>
                    </w: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>ovilidad</w:t>
                    </w:r>
                  </w:p>
                  <w:p w:rsidR="004B782B" w:rsidRPr="001C0AC3" w:rsidRDefault="007A49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</w:p>
                  <w:p w:rsidR="004B782B" w:rsidRPr="001C0AC3" w:rsidRDefault="00BA05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</w:rPr>
                    </w:pPr>
                    <w:r w:rsidRPr="00852440">
                      <w:rPr>
                        <w:rFonts w:ascii="Verdana" w:hAnsi="Verdana"/>
                        <w:color w:val="003CB4"/>
                        <w:sz w:val="16"/>
                        <w:szCs w:val="16"/>
                      </w:rPr>
                      <w:t>[</w:t>
                    </w:r>
                    <w:r w:rsidRPr="001C0AC3"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</w:rPr>
                      <w:t>Nombre del participante]</w:t>
                    </w:r>
                  </w:p>
                  <w:p w:rsidR="00AD66BB" w:rsidRPr="004B782B" w:rsidRDefault="00BA05FC" w:rsidP="007F183D">
                    <w:pPr>
                      <w:tabs>
                        <w:tab w:val="left" w:pos="3119"/>
                      </w:tabs>
                      <w:spacing w:after="12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  <w:r w:rsidRPr="004B782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4B782B" w:rsidTr="00FE0FB6">
      <w:trPr>
        <w:trHeight w:val="823"/>
      </w:trPr>
      <w:tc>
        <w:tcPr>
          <w:tcW w:w="7135" w:type="dxa"/>
          <w:vAlign w:val="center"/>
        </w:tcPr>
        <w:p w:rsidR="00E01AAA" w:rsidRPr="00AD66BB" w:rsidRDefault="00BA05FC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eastAsia="es-ES"/>
            </w:rPr>
            <w:drawing>
              <wp:anchor distT="0" distB="0" distL="114300" distR="114300" simplePos="0" relativeHeight="251660288" behindDoc="0" locked="0" layoutInCell="1" allowOverlap="1" wp14:anchorId="58B63B85" wp14:editId="621654AD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  </w:t>
          </w:r>
        </w:p>
      </w:tc>
      <w:tc>
        <w:tcPr>
          <w:tcW w:w="1252" w:type="dxa"/>
        </w:tcPr>
        <w:p w:rsidR="00E01AAA" w:rsidRPr="00967BFC" w:rsidRDefault="00CE3280" w:rsidP="00C05937">
          <w:pPr>
            <w:pStyle w:val="ZDGName"/>
            <w:rPr>
              <w:lang w:val="en-GB"/>
            </w:rPr>
          </w:pPr>
        </w:p>
      </w:tc>
    </w:tr>
  </w:tbl>
  <w:p w:rsidR="00506408" w:rsidRPr="00495B18" w:rsidRDefault="00CE3280" w:rsidP="00967BFC">
    <w:pPr>
      <w:pStyle w:val="Encabezado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408" w:rsidRPr="00865FC1" w:rsidRDefault="00CE3280" w:rsidP="00E01AAA">
    <w:pPr>
      <w:pStyle w:val="Encabezado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65974"/>
    <w:multiLevelType w:val="hybridMultilevel"/>
    <w:tmpl w:val="E1448B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734"/>
    <w:rsid w:val="00065724"/>
    <w:rsid w:val="000B5093"/>
    <w:rsid w:val="00150FC6"/>
    <w:rsid w:val="001850A9"/>
    <w:rsid w:val="001E66CD"/>
    <w:rsid w:val="00200E36"/>
    <w:rsid w:val="00254C3B"/>
    <w:rsid w:val="00267F40"/>
    <w:rsid w:val="00271FB6"/>
    <w:rsid w:val="00290C66"/>
    <w:rsid w:val="002C7F15"/>
    <w:rsid w:val="002D71C5"/>
    <w:rsid w:val="003137FC"/>
    <w:rsid w:val="003627FC"/>
    <w:rsid w:val="00365870"/>
    <w:rsid w:val="00376E04"/>
    <w:rsid w:val="0037729D"/>
    <w:rsid w:val="003847CB"/>
    <w:rsid w:val="0043397E"/>
    <w:rsid w:val="004347CE"/>
    <w:rsid w:val="00506CFD"/>
    <w:rsid w:val="00552EB5"/>
    <w:rsid w:val="005976E5"/>
    <w:rsid w:val="005F43FB"/>
    <w:rsid w:val="00672C30"/>
    <w:rsid w:val="00677EC4"/>
    <w:rsid w:val="007A49FC"/>
    <w:rsid w:val="007A6F63"/>
    <w:rsid w:val="00846EB3"/>
    <w:rsid w:val="00852440"/>
    <w:rsid w:val="00855904"/>
    <w:rsid w:val="008A1DF8"/>
    <w:rsid w:val="008E5E28"/>
    <w:rsid w:val="009339D0"/>
    <w:rsid w:val="009A0E51"/>
    <w:rsid w:val="009B2E6F"/>
    <w:rsid w:val="009C2B6A"/>
    <w:rsid w:val="009C58E2"/>
    <w:rsid w:val="00AA44A8"/>
    <w:rsid w:val="00B0698A"/>
    <w:rsid w:val="00B25BEB"/>
    <w:rsid w:val="00BA05FC"/>
    <w:rsid w:val="00BB6734"/>
    <w:rsid w:val="00CE3280"/>
    <w:rsid w:val="00D123FB"/>
    <w:rsid w:val="00E51943"/>
    <w:rsid w:val="00FB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7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  <w:unhideWhenUsed/>
    <w:rsid w:val="00BB673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6734"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6734"/>
  </w:style>
  <w:style w:type="paragraph" w:styleId="Encabezado">
    <w:name w:val="header"/>
    <w:basedOn w:val="Normal"/>
    <w:link w:val="Encabezado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6734"/>
  </w:style>
  <w:style w:type="paragraph" w:customStyle="1" w:styleId="ZDGName">
    <w:name w:val="Z_DGName"/>
    <w:basedOn w:val="Normal"/>
    <w:rsid w:val="00BB6734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fr-FR" w:eastAsia="en-GB"/>
    </w:rPr>
  </w:style>
  <w:style w:type="character" w:styleId="Hipervnculo">
    <w:name w:val="Hyperlink"/>
    <w:rsid w:val="00BB6734"/>
    <w:rPr>
      <w:color w:val="0000FF"/>
      <w:u w:val="single"/>
    </w:rPr>
  </w:style>
  <w:style w:type="paragraph" w:customStyle="1" w:styleId="FooterDate">
    <w:name w:val="Footer Date"/>
    <w:basedOn w:val="Piedepgina"/>
    <w:link w:val="FooterDateChar"/>
    <w:qFormat/>
    <w:rsid w:val="00BB6734"/>
    <w:pPr>
      <w:tabs>
        <w:tab w:val="clear" w:pos="4252"/>
        <w:tab w:val="clear" w:pos="8504"/>
        <w:tab w:val="right" w:pos="9240"/>
      </w:tabs>
      <w:ind w:right="-567"/>
    </w:pPr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customStyle="1" w:styleId="FooterDateChar">
    <w:name w:val="Footer Date Char"/>
    <w:link w:val="FooterDate"/>
    <w:rsid w:val="00BB6734"/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styleId="Refdenotaalfinal">
    <w:name w:val="endnote reference"/>
    <w:rsid w:val="00BB67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673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658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8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658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8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87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7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  <w:unhideWhenUsed/>
    <w:rsid w:val="00BB673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6734"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6734"/>
  </w:style>
  <w:style w:type="paragraph" w:styleId="Encabezado">
    <w:name w:val="header"/>
    <w:basedOn w:val="Normal"/>
    <w:link w:val="Encabezado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6734"/>
  </w:style>
  <w:style w:type="paragraph" w:customStyle="1" w:styleId="ZDGName">
    <w:name w:val="Z_DGName"/>
    <w:basedOn w:val="Normal"/>
    <w:rsid w:val="00BB6734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fr-FR" w:eastAsia="en-GB"/>
    </w:rPr>
  </w:style>
  <w:style w:type="character" w:styleId="Hipervnculo">
    <w:name w:val="Hyperlink"/>
    <w:rsid w:val="00BB6734"/>
    <w:rPr>
      <w:color w:val="0000FF"/>
      <w:u w:val="single"/>
    </w:rPr>
  </w:style>
  <w:style w:type="paragraph" w:customStyle="1" w:styleId="FooterDate">
    <w:name w:val="Footer Date"/>
    <w:basedOn w:val="Piedepgina"/>
    <w:link w:val="FooterDateChar"/>
    <w:qFormat/>
    <w:rsid w:val="00BB6734"/>
    <w:pPr>
      <w:tabs>
        <w:tab w:val="clear" w:pos="4252"/>
        <w:tab w:val="clear" w:pos="8504"/>
        <w:tab w:val="right" w:pos="9240"/>
      </w:tabs>
      <w:ind w:right="-567"/>
    </w:pPr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customStyle="1" w:styleId="FooterDateChar">
    <w:name w:val="Footer Date Char"/>
    <w:link w:val="FooterDate"/>
    <w:rsid w:val="00BB6734"/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styleId="Refdenotaalfinal">
    <w:name w:val="endnote reference"/>
    <w:rsid w:val="00BB67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673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658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8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658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8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8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F8E8-08F1-4AF5-94AC-00E14299C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455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 Civil Cristina</dc:creator>
  <cp:lastModifiedBy>Asenjo Orive Rosa</cp:lastModifiedBy>
  <cp:revision>3</cp:revision>
  <cp:lastPrinted>2015-08-28T10:17:00Z</cp:lastPrinted>
  <dcterms:created xsi:type="dcterms:W3CDTF">2019-03-27T11:55:00Z</dcterms:created>
  <dcterms:modified xsi:type="dcterms:W3CDTF">2019-03-27T11:56:00Z</dcterms:modified>
</cp:coreProperties>
</file>